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16" w:rsidRPr="007C21C3" w:rsidRDefault="00230A22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Working Group 1 </w:t>
      </w:r>
      <w:r w:rsidR="007C21C3">
        <w:rPr>
          <w:b/>
          <w:u w:val="single"/>
        </w:rPr>
        <w:t>on CfD</w:t>
      </w:r>
      <w:r>
        <w:rPr>
          <w:b/>
          <w:u w:val="single"/>
        </w:rPr>
        <w:t xml:space="preserve"> Market Readiness – Sample PPA Contracts</w:t>
      </w:r>
    </w:p>
    <w:p w:rsidR="00CE3417" w:rsidRPr="007C21C3" w:rsidRDefault="00B225EF">
      <w:pPr>
        <w:rPr>
          <w:b/>
          <w:u w:val="single"/>
        </w:rPr>
      </w:pPr>
      <w:r>
        <w:rPr>
          <w:b/>
          <w:u w:val="single"/>
        </w:rPr>
        <w:t>DECC, 09</w:t>
      </w:r>
      <w:r w:rsidR="00E60C02">
        <w:rPr>
          <w:b/>
          <w:u w:val="single"/>
        </w:rPr>
        <w:t>:30-1</w:t>
      </w:r>
      <w:r>
        <w:rPr>
          <w:b/>
          <w:u w:val="single"/>
        </w:rPr>
        <w:t>1</w:t>
      </w:r>
      <w:r w:rsidR="00E60C02">
        <w:rPr>
          <w:b/>
          <w:u w:val="single"/>
        </w:rPr>
        <w:t>:00</w:t>
      </w:r>
      <w:r w:rsidR="005876DD" w:rsidRPr="007C21C3">
        <w:rPr>
          <w:b/>
          <w:u w:val="single"/>
        </w:rPr>
        <w:t xml:space="preserve">, </w:t>
      </w:r>
      <w:r>
        <w:rPr>
          <w:b/>
          <w:u w:val="single"/>
        </w:rPr>
        <w:t>3</w:t>
      </w:r>
      <w:r w:rsidR="00522367">
        <w:rPr>
          <w:b/>
          <w:u w:val="single"/>
        </w:rPr>
        <w:t xml:space="preserve"> </w:t>
      </w:r>
      <w:r>
        <w:rPr>
          <w:b/>
          <w:u w:val="single"/>
        </w:rPr>
        <w:t>September</w:t>
      </w:r>
      <w:r w:rsidR="005876DD" w:rsidRPr="007C21C3">
        <w:rPr>
          <w:b/>
          <w:u w:val="single"/>
        </w:rPr>
        <w:t>, 2013</w:t>
      </w:r>
    </w:p>
    <w:p w:rsidR="007C21C3" w:rsidRPr="007C21C3" w:rsidRDefault="007C21C3">
      <w:pPr>
        <w:rPr>
          <w:b/>
          <w:u w:val="single"/>
        </w:rPr>
      </w:pPr>
      <w:r w:rsidRPr="007C21C3">
        <w:rPr>
          <w:b/>
          <w:u w:val="single"/>
        </w:rPr>
        <w:t>Agenda</w:t>
      </w:r>
    </w:p>
    <w:p w:rsidR="00CE3417" w:rsidRDefault="00CE3417" w:rsidP="004E15E1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Welcome and introductions (</w:t>
      </w:r>
      <w:r w:rsidR="00D314B8">
        <w:t>A</w:t>
      </w:r>
      <w:r>
        <w:t>ll)</w:t>
      </w:r>
    </w:p>
    <w:p w:rsidR="00387A4E" w:rsidRDefault="00387A4E" w:rsidP="00387A4E">
      <w:pPr>
        <w:pStyle w:val="ListParagraph"/>
        <w:spacing w:line="360" w:lineRule="auto"/>
        <w:ind w:left="714"/>
      </w:pPr>
    </w:p>
    <w:p w:rsidR="00226D49" w:rsidRDefault="00C47B12" w:rsidP="00226D49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Feedback from Steering Board – reflection on aims of the WG</w:t>
      </w:r>
      <w:r w:rsidR="006D08C6">
        <w:t xml:space="preserve"> (Tim Warham)</w:t>
      </w:r>
    </w:p>
    <w:p w:rsidR="00226D49" w:rsidRDefault="00226D49" w:rsidP="00226D49">
      <w:pPr>
        <w:pStyle w:val="ListParagraph"/>
      </w:pPr>
    </w:p>
    <w:p w:rsidR="00C47B12" w:rsidRPr="00226D49" w:rsidRDefault="00E716C4" w:rsidP="00226D4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cstheme="minorHAnsi"/>
        </w:rPr>
      </w:pPr>
      <w:r>
        <w:t xml:space="preserve">Revisit </w:t>
      </w:r>
      <w:r w:rsidRPr="00226D49">
        <w:rPr>
          <w:rFonts w:cstheme="minorHAnsi"/>
        </w:rPr>
        <w:t>sections of PPA in light of CfD contract</w:t>
      </w:r>
      <w:r w:rsidR="00B225EF" w:rsidRPr="00226D49">
        <w:rPr>
          <w:rFonts w:cstheme="minorHAnsi"/>
        </w:rPr>
        <w:t xml:space="preserve"> </w:t>
      </w:r>
      <w:r w:rsidR="00226D49" w:rsidRPr="00226D49">
        <w:rPr>
          <w:rFonts w:cstheme="minorHAnsi"/>
        </w:rPr>
        <w:t>(Assignment, Novation, Change in control; Dispute resolution)</w:t>
      </w:r>
    </w:p>
    <w:p w:rsidR="00C47B12" w:rsidRPr="00226D49" w:rsidRDefault="00C47B12" w:rsidP="00C47B12">
      <w:pPr>
        <w:pStyle w:val="ListParagraph"/>
        <w:rPr>
          <w:rFonts w:cstheme="minorHAnsi"/>
        </w:rPr>
      </w:pPr>
    </w:p>
    <w:p w:rsidR="00D314B8" w:rsidRDefault="00C47B12" w:rsidP="004E15E1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 xml:space="preserve">Heads of terms table </w:t>
      </w:r>
      <w:r w:rsidR="00D314B8">
        <w:t xml:space="preserve">– </w:t>
      </w:r>
      <w:r>
        <w:t>discussion of outstanding comments</w:t>
      </w:r>
      <w:r w:rsidR="00D314B8">
        <w:t xml:space="preserve">. </w:t>
      </w:r>
      <w:r w:rsidR="00387A4E">
        <w:t>(all)</w:t>
      </w:r>
    </w:p>
    <w:p w:rsidR="00D314B8" w:rsidRDefault="00D314B8" w:rsidP="00D314B8">
      <w:pPr>
        <w:pStyle w:val="ListParagraph"/>
      </w:pPr>
    </w:p>
    <w:p w:rsidR="00175ABC" w:rsidRDefault="00E716C4" w:rsidP="00175ABC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Detailed</w:t>
      </w:r>
      <w:r w:rsidR="00FC0751">
        <w:t xml:space="preserve"> Heads of Terms</w:t>
      </w:r>
      <w:r w:rsidR="00522367">
        <w:t xml:space="preserve"> </w:t>
      </w:r>
      <w:r>
        <w:t xml:space="preserve">– proposed way forward </w:t>
      </w:r>
    </w:p>
    <w:p w:rsidR="00175ABC" w:rsidRDefault="00175ABC" w:rsidP="00175ABC">
      <w:pPr>
        <w:pStyle w:val="ListParagraph"/>
      </w:pPr>
    </w:p>
    <w:p w:rsidR="0014471C" w:rsidRDefault="0014471C" w:rsidP="0014471C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Next steps</w:t>
      </w:r>
      <w:r w:rsidR="00C93C27">
        <w:t xml:space="preserve"> </w:t>
      </w:r>
    </w:p>
    <w:p w:rsidR="0073273E" w:rsidRDefault="0073273E" w:rsidP="0073273E">
      <w:pPr>
        <w:pStyle w:val="ListParagraph"/>
        <w:spacing w:line="360" w:lineRule="auto"/>
        <w:ind w:left="714"/>
      </w:pPr>
    </w:p>
    <w:p w:rsidR="00861814" w:rsidRDefault="00861814" w:rsidP="004E15E1">
      <w:pPr>
        <w:pStyle w:val="ListParagraph"/>
        <w:numPr>
          <w:ilvl w:val="0"/>
          <w:numId w:val="1"/>
        </w:numPr>
        <w:spacing w:line="360" w:lineRule="auto"/>
        <w:ind w:left="714" w:hanging="357"/>
      </w:pPr>
      <w:r>
        <w:t>A</w:t>
      </w:r>
      <w:r w:rsidR="00B914D5">
        <w:t>.</w:t>
      </w:r>
      <w:r>
        <w:t>O</w:t>
      </w:r>
      <w:r w:rsidR="00B914D5">
        <w:t>.</w:t>
      </w:r>
      <w:r>
        <w:t>B</w:t>
      </w:r>
      <w:r w:rsidR="00B914D5">
        <w:t>.</w:t>
      </w:r>
    </w:p>
    <w:sectPr w:rsidR="00861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D14A8"/>
    <w:multiLevelType w:val="hybridMultilevel"/>
    <w:tmpl w:val="57CA43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17"/>
    <w:rsid w:val="0014471C"/>
    <w:rsid w:val="00175ABC"/>
    <w:rsid w:val="00226D49"/>
    <w:rsid w:val="00230A22"/>
    <w:rsid w:val="00387A4E"/>
    <w:rsid w:val="00465CF6"/>
    <w:rsid w:val="004E15E1"/>
    <w:rsid w:val="00522367"/>
    <w:rsid w:val="005876DD"/>
    <w:rsid w:val="006D08C6"/>
    <w:rsid w:val="0073273E"/>
    <w:rsid w:val="00782016"/>
    <w:rsid w:val="007C21C3"/>
    <w:rsid w:val="00861814"/>
    <w:rsid w:val="0091325D"/>
    <w:rsid w:val="00934C06"/>
    <w:rsid w:val="00B225EF"/>
    <w:rsid w:val="00B914D5"/>
    <w:rsid w:val="00BE2DF2"/>
    <w:rsid w:val="00C10BA3"/>
    <w:rsid w:val="00C47B12"/>
    <w:rsid w:val="00C93C27"/>
    <w:rsid w:val="00CE3417"/>
    <w:rsid w:val="00D314B8"/>
    <w:rsid w:val="00E17C91"/>
    <w:rsid w:val="00E60C02"/>
    <w:rsid w:val="00E716C4"/>
    <w:rsid w:val="00FC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57987DE2</Template>
  <TotalTime>1</TotalTime>
  <Pages>1</Pages>
  <Words>68</Words>
  <Characters>393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Coyne Matthew (Energy Markets and Networks)</dc:creator>
  <cp:lastModifiedBy>Crow Helena (Fuel Poverty &amp; Smart Meters)</cp:lastModifiedBy>
  <cp:revision>2</cp:revision>
  <cp:lastPrinted>2013-09-02T15:50:00Z</cp:lastPrinted>
  <dcterms:created xsi:type="dcterms:W3CDTF">2013-11-29T17:06:00Z</dcterms:created>
  <dcterms:modified xsi:type="dcterms:W3CDTF">2013-11-29T17:06:00Z</dcterms:modified>
</cp:coreProperties>
</file>